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4CEA25BA" w14:textId="77777777" w:rsidR="006E0604" w:rsidRPr="00330C91" w:rsidRDefault="006E0604" w:rsidP="00366F67">
      <w:pPr>
        <w:pStyle w:val="Caption"/>
        <w:framePr w:w="3828" w:h="1295" w:hRule="exact" w:hSpace="180" w:wrap="around" w:vAnchor="text" w:x="7229" w:y="1"/>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DB62A1C" w14:textId="15EDB5FC"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b/>
          <w:bCs/>
          <w:spacing w:val="0"/>
          <w:sz w:val="16"/>
        </w:rPr>
        <w:t xml:space="preserve">Märge tehtud </w:t>
      </w:r>
      <w:r w:rsidR="006D2A5C">
        <w:rPr>
          <w:rFonts w:ascii="Arial" w:hAnsi="Arial" w:cs="Arial"/>
          <w:spacing w:val="0"/>
          <w:sz w:val="16"/>
        </w:rPr>
        <w:t>23</w:t>
      </w:r>
      <w:r w:rsidRPr="00330C91">
        <w:rPr>
          <w:rFonts w:ascii="Arial" w:hAnsi="Arial" w:cs="Arial"/>
          <w:spacing w:val="0"/>
          <w:sz w:val="16"/>
        </w:rPr>
        <w:t>.</w:t>
      </w:r>
      <w:r w:rsidR="006D2A5C">
        <w:rPr>
          <w:rFonts w:ascii="Arial" w:hAnsi="Arial" w:cs="Arial"/>
          <w:spacing w:val="0"/>
          <w:sz w:val="16"/>
        </w:rPr>
        <w:t>01</w:t>
      </w:r>
      <w:r w:rsidR="006874FE">
        <w:rPr>
          <w:rFonts w:ascii="Arial" w:hAnsi="Arial" w:cs="Arial"/>
          <w:spacing w:val="0"/>
          <w:sz w:val="16"/>
        </w:rPr>
        <w:t>.</w:t>
      </w:r>
      <w:r w:rsidR="006D2A5C">
        <w:rPr>
          <w:rFonts w:ascii="Arial" w:hAnsi="Arial" w:cs="Arial"/>
          <w:spacing w:val="0"/>
          <w:sz w:val="16"/>
        </w:rPr>
        <w:t>2023</w:t>
      </w:r>
      <w:r w:rsidRPr="00330C91">
        <w:rPr>
          <w:rFonts w:ascii="Arial" w:hAnsi="Arial" w:cs="Arial"/>
          <w:spacing w:val="0"/>
          <w:sz w:val="16"/>
        </w:rPr>
        <w:t>. a</w:t>
      </w:r>
    </w:p>
    <w:p w14:paraId="607A5055" w14:textId="77777777"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spacing w:val="0"/>
          <w:sz w:val="16"/>
        </w:rPr>
        <w:t>Riigimetsa Majandamise Keskuses.</w:t>
      </w:r>
    </w:p>
    <w:p w14:paraId="4F68B6C1" w14:textId="66DA5BE6" w:rsidR="006E0604" w:rsidRPr="00471A69"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Kehtib kuni </w:t>
      </w:r>
      <w:r w:rsidR="006D2A5C">
        <w:rPr>
          <w:rFonts w:ascii="Arial" w:hAnsi="Arial" w:cs="Arial"/>
          <w:spacing w:val="0"/>
          <w:sz w:val="16"/>
        </w:rPr>
        <w:t>31.12.2023</w:t>
      </w:r>
    </w:p>
    <w:p w14:paraId="7F37D6D6" w14:textId="0D76C7E1" w:rsidR="006E0604"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46EFA3D9"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A56D22">
        <w:rPr>
          <w:bCs/>
          <w:szCs w:val="24"/>
        </w:rPr>
        <w:t>2022/314</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993B9C"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471A69" w:rsidRPr="00A60946" w14:paraId="0A1C5DE9" w14:textId="77777777" w:rsidTr="00002ED5">
        <w:tc>
          <w:tcPr>
            <w:tcW w:w="2737" w:type="dxa"/>
          </w:tcPr>
          <w:p w14:paraId="331E40AD" w14:textId="77777777" w:rsidR="00471A69" w:rsidRPr="00A60946" w:rsidRDefault="00471A69" w:rsidP="00002ED5">
            <w:pPr>
              <w:rPr>
                <w:szCs w:val="24"/>
              </w:rPr>
            </w:pPr>
            <w:r w:rsidRPr="00A60946">
              <w:rPr>
                <w:szCs w:val="24"/>
              </w:rPr>
              <w:t>Esindaja</w:t>
            </w:r>
          </w:p>
        </w:tc>
        <w:tc>
          <w:tcPr>
            <w:tcW w:w="4351" w:type="dxa"/>
          </w:tcPr>
          <w:p w14:paraId="6D3D722C" w14:textId="0FA6F5DB" w:rsidR="00471A69" w:rsidRPr="005A6091" w:rsidRDefault="005A6091" w:rsidP="00002ED5">
            <w:pPr>
              <w:rPr>
                <w:szCs w:val="24"/>
              </w:rPr>
            </w:pPr>
            <w:r w:rsidRPr="005A6091">
              <w:rPr>
                <w:szCs w:val="24"/>
              </w:rPr>
              <w:t xml:space="preserve">RMK turustusspetsialist Mart Enel </w:t>
            </w:r>
            <w:r>
              <w:rPr>
                <w:szCs w:val="24"/>
              </w:rPr>
              <w:t>37203152761</w:t>
            </w:r>
          </w:p>
        </w:tc>
        <w:tc>
          <w:tcPr>
            <w:tcW w:w="2835" w:type="dxa"/>
          </w:tcPr>
          <w:p w14:paraId="695201CF" w14:textId="3338F96A" w:rsidR="00471A69" w:rsidRPr="00A60946" w:rsidRDefault="00471A69" w:rsidP="00002ED5">
            <w:pPr>
              <w:rPr>
                <w:szCs w:val="24"/>
              </w:rPr>
            </w:pPr>
            <w:r>
              <w:rPr>
                <w:szCs w:val="24"/>
              </w:rPr>
              <w:t xml:space="preserve">E-post </w:t>
            </w:r>
            <w:hyperlink r:id="rId13" w:history="1">
              <w:r w:rsidR="0020132F" w:rsidRPr="002638B2">
                <w:rPr>
                  <w:rStyle w:val="Hyperlink"/>
                  <w:szCs w:val="24"/>
                </w:rPr>
                <w:t>mar.enel@rmk.ee</w:t>
              </w:r>
            </w:hyperlink>
            <w:r w:rsidR="0020132F">
              <w:rPr>
                <w:szCs w:val="24"/>
              </w:rPr>
              <w:t xml:space="preserve"> </w:t>
            </w:r>
          </w:p>
        </w:tc>
      </w:tr>
      <w:tr w:rsidR="00471A69" w:rsidRPr="00A60946" w14:paraId="501C094E" w14:textId="77777777" w:rsidTr="00002ED5">
        <w:trPr>
          <w:cantSplit/>
        </w:trPr>
        <w:tc>
          <w:tcPr>
            <w:tcW w:w="9923" w:type="dxa"/>
            <w:gridSpan w:val="3"/>
          </w:tcPr>
          <w:p w14:paraId="7D4B62D9" w14:textId="366CEAE9" w:rsidR="00471A69" w:rsidRPr="00A60946" w:rsidRDefault="00471A69" w:rsidP="00301C69">
            <w:pPr>
              <w:rPr>
                <w:szCs w:val="24"/>
              </w:rPr>
            </w:pPr>
            <w:r w:rsidRPr="00A60946">
              <w:rPr>
                <w:szCs w:val="24"/>
              </w:rPr>
              <w:t>Esindusõigus tuleneb (voli</w:t>
            </w:r>
            <w:r w:rsidR="00301C69">
              <w:rPr>
                <w:szCs w:val="24"/>
              </w:rPr>
              <w:t xml:space="preserve">tamise alus): RMK juhatuse </w:t>
            </w:r>
            <w:r w:rsidRPr="00A60946">
              <w:rPr>
                <w:szCs w:val="24"/>
              </w:rPr>
              <w:t>e</w:t>
            </w:r>
            <w:r w:rsidR="00301C69">
              <w:rPr>
                <w:szCs w:val="24"/>
              </w:rPr>
              <w:t>simehe</w:t>
            </w:r>
            <w:r w:rsidRPr="00A60946">
              <w:rPr>
                <w:szCs w:val="24"/>
              </w:rPr>
              <w:t xml:space="preserve"> </w:t>
            </w:r>
            <w:r w:rsidR="00301C69">
              <w:rPr>
                <w:szCs w:val="24"/>
              </w:rPr>
              <w:t>0</w:t>
            </w:r>
            <w:sdt>
              <w:sdtPr>
                <w:rPr>
                  <w:rFonts w:eastAsia="Calibri"/>
                  <w:szCs w:val="22"/>
                </w:rPr>
                <w:id w:val="-203568576"/>
                <w:placeholder>
                  <w:docPart w:val="7E684AFE72D74DF1BA9A3F9BE60F255A"/>
                </w:placeholder>
                <w:date w:fullDate="2016-08-05T00:00:00Z">
                  <w:dateFormat w:val="d.MM.yyyy"/>
                  <w:lid w:val="et-EE"/>
                  <w:storeMappedDataAs w:val="dateTime"/>
                  <w:calendar w:val="gregorian"/>
                </w:date>
              </w:sdtPr>
              <w:sdtEndPr/>
              <w:sdtContent>
                <w:r w:rsidR="001F0175">
                  <w:rPr>
                    <w:rFonts w:eastAsia="Calibri"/>
                    <w:szCs w:val="22"/>
                  </w:rPr>
                  <w:t>5.08.2016</w:t>
                </w:r>
              </w:sdtContent>
            </w:sdt>
            <w:r w:rsidRPr="00A60946">
              <w:rPr>
                <w:szCs w:val="24"/>
              </w:rPr>
              <w:t xml:space="preserve"> käskkiri nr </w:t>
            </w:r>
            <w:r w:rsidR="00301C69">
              <w:rPr>
                <w:bCs/>
                <w:szCs w:val="24"/>
              </w:rPr>
              <w:t>1-5/91</w:t>
            </w:r>
          </w:p>
        </w:tc>
      </w:tr>
    </w:tbl>
    <w:p w14:paraId="5E9DD385" w14:textId="77777777" w:rsidR="00471A69" w:rsidRPr="00A60946" w:rsidRDefault="00471A69" w:rsidP="00471A69">
      <w:pPr>
        <w:rPr>
          <w:b/>
          <w:szCs w:val="24"/>
        </w:rPr>
      </w:pPr>
    </w:p>
    <w:p w14:paraId="67C87B84" w14:textId="77777777" w:rsidR="00471A69" w:rsidRPr="00A60946" w:rsidRDefault="00471A69" w:rsidP="00471A69">
      <w:pPr>
        <w:rPr>
          <w:b/>
          <w:szCs w:val="24"/>
        </w:rPr>
      </w:pPr>
      <w:r w:rsidRPr="00A60946">
        <w:rPr>
          <w:b/>
          <w:szCs w:val="24"/>
        </w:rPr>
        <w:t>Ostja andmed</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395"/>
        <w:gridCol w:w="2912"/>
      </w:tblGrid>
      <w:tr w:rsidR="00471A69" w:rsidRPr="00A60946" w14:paraId="1CDE3CB7" w14:textId="77777777" w:rsidTr="0020132F">
        <w:tc>
          <w:tcPr>
            <w:tcW w:w="2722" w:type="dxa"/>
          </w:tcPr>
          <w:p w14:paraId="11376DDE" w14:textId="76420AEC" w:rsidR="00471A69" w:rsidRPr="00A60946" w:rsidRDefault="0020132F" w:rsidP="00002ED5">
            <w:pPr>
              <w:rPr>
                <w:szCs w:val="24"/>
              </w:rPr>
            </w:pPr>
            <w:r w:rsidRPr="0020132F">
              <w:t>AS Silpower</w:t>
            </w:r>
          </w:p>
        </w:tc>
        <w:tc>
          <w:tcPr>
            <w:tcW w:w="4395" w:type="dxa"/>
          </w:tcPr>
          <w:p w14:paraId="167E9B3E" w14:textId="43149ECF" w:rsidR="00471A69" w:rsidRDefault="00471A69" w:rsidP="00002ED5">
            <w:pPr>
              <w:rPr>
                <w:bCs/>
                <w:szCs w:val="24"/>
              </w:rPr>
            </w:pPr>
            <w:r w:rsidRPr="00A60946">
              <w:rPr>
                <w:szCs w:val="24"/>
              </w:rPr>
              <w:t>Registrikood</w:t>
            </w:r>
            <w:r w:rsidRPr="00A60946">
              <w:rPr>
                <w:bCs/>
                <w:szCs w:val="24"/>
              </w:rPr>
              <w:t xml:space="preserve"> </w:t>
            </w:r>
            <w:r w:rsidR="0020132F" w:rsidRPr="0020132F">
              <w:rPr>
                <w:bCs/>
                <w:szCs w:val="24"/>
              </w:rPr>
              <w:t>10266472</w:t>
            </w:r>
          </w:p>
          <w:p w14:paraId="091D480B" w14:textId="22EEE374" w:rsidR="0020132F" w:rsidRPr="00A60946" w:rsidRDefault="0020132F" w:rsidP="00002ED5">
            <w:pPr>
              <w:rPr>
                <w:bCs/>
                <w:szCs w:val="24"/>
              </w:rPr>
            </w:pPr>
            <w:r w:rsidRPr="0020132F">
              <w:rPr>
                <w:bCs/>
                <w:szCs w:val="24"/>
              </w:rPr>
              <w:t>Kesk 4, 40231 Sillamäe</w:t>
            </w:r>
          </w:p>
          <w:p w14:paraId="121658D7" w14:textId="77777777" w:rsidR="00471A69" w:rsidRPr="00A60946" w:rsidRDefault="00471A69" w:rsidP="00002ED5">
            <w:pPr>
              <w:rPr>
                <w:szCs w:val="24"/>
              </w:rPr>
            </w:pPr>
          </w:p>
        </w:tc>
        <w:tc>
          <w:tcPr>
            <w:tcW w:w="2912" w:type="dxa"/>
          </w:tcPr>
          <w:p w14:paraId="08A7945D" w14:textId="77777777" w:rsidR="0020132F" w:rsidRPr="0020132F" w:rsidRDefault="00471A69" w:rsidP="0020132F">
            <w:pPr>
              <w:rPr>
                <w:bCs/>
                <w:sz w:val="22"/>
                <w:szCs w:val="22"/>
              </w:rPr>
            </w:pPr>
            <w:r w:rsidRPr="00A60946">
              <w:rPr>
                <w:bCs/>
                <w:szCs w:val="24"/>
              </w:rPr>
              <w:t xml:space="preserve">Tel </w:t>
            </w:r>
            <w:r w:rsidR="0020132F" w:rsidRPr="0020132F">
              <w:rPr>
                <w:bCs/>
                <w:sz w:val="22"/>
                <w:szCs w:val="22"/>
              </w:rPr>
              <w:t>392 9110</w:t>
            </w:r>
          </w:p>
          <w:p w14:paraId="7E5AF63C" w14:textId="6D31FA5A" w:rsidR="00471A69" w:rsidRPr="00A60946" w:rsidRDefault="0020132F" w:rsidP="0020132F">
            <w:pPr>
              <w:rPr>
                <w:bCs/>
                <w:szCs w:val="24"/>
              </w:rPr>
            </w:pPr>
            <w:r w:rsidRPr="0020132F">
              <w:rPr>
                <w:bCs/>
                <w:sz w:val="22"/>
                <w:szCs w:val="22"/>
              </w:rPr>
              <w:t xml:space="preserve">E-post </w:t>
            </w:r>
            <w:hyperlink r:id="rId14" w:history="1">
              <w:r w:rsidRPr="002638B2">
                <w:rPr>
                  <w:rStyle w:val="Hyperlink"/>
                  <w:bCs/>
                  <w:sz w:val="22"/>
                  <w:szCs w:val="22"/>
                </w:rPr>
                <w:t>kristi.tint@silpower.ee</w:t>
              </w:r>
            </w:hyperlink>
            <w:r>
              <w:rPr>
                <w:bCs/>
                <w:sz w:val="22"/>
                <w:szCs w:val="22"/>
              </w:rPr>
              <w:t xml:space="preserve"> </w:t>
            </w:r>
          </w:p>
          <w:p w14:paraId="02A55C9A" w14:textId="77777777" w:rsidR="00471A69" w:rsidRPr="00A60946" w:rsidRDefault="00471A69" w:rsidP="00002ED5">
            <w:pPr>
              <w:rPr>
                <w:szCs w:val="24"/>
              </w:rPr>
            </w:pPr>
          </w:p>
        </w:tc>
      </w:tr>
      <w:tr w:rsidR="00471A69" w:rsidRPr="00A60946" w14:paraId="50460C22" w14:textId="77777777" w:rsidTr="0020132F">
        <w:tc>
          <w:tcPr>
            <w:tcW w:w="2722" w:type="dxa"/>
          </w:tcPr>
          <w:p w14:paraId="14CBF7E0" w14:textId="77777777" w:rsidR="00471A69" w:rsidRPr="00A60946" w:rsidRDefault="00471A69" w:rsidP="00002ED5">
            <w:pPr>
              <w:rPr>
                <w:szCs w:val="24"/>
              </w:rPr>
            </w:pPr>
            <w:r w:rsidRPr="00A60946">
              <w:rPr>
                <w:szCs w:val="24"/>
              </w:rPr>
              <w:t>Esindaja</w:t>
            </w:r>
          </w:p>
        </w:tc>
        <w:tc>
          <w:tcPr>
            <w:tcW w:w="4395" w:type="dxa"/>
          </w:tcPr>
          <w:p w14:paraId="6FF10A1D" w14:textId="084A9243" w:rsidR="00471A69" w:rsidRPr="00A60946" w:rsidRDefault="0020132F" w:rsidP="00002ED5">
            <w:pPr>
              <w:rPr>
                <w:bCs/>
                <w:i/>
                <w:szCs w:val="24"/>
              </w:rPr>
            </w:pPr>
            <w:r w:rsidRPr="0020132F">
              <w:rPr>
                <w:szCs w:val="24"/>
              </w:rPr>
              <w:t>Juhatuse liige Väino Sarnet</w:t>
            </w:r>
          </w:p>
        </w:tc>
        <w:tc>
          <w:tcPr>
            <w:tcW w:w="2912" w:type="dxa"/>
          </w:tcPr>
          <w:p w14:paraId="0D1DEE27" w14:textId="297D9C79" w:rsidR="00471A69" w:rsidRPr="00A60946" w:rsidRDefault="00471A69" w:rsidP="00002ED5">
            <w:pPr>
              <w:rPr>
                <w:bCs/>
                <w:szCs w:val="24"/>
              </w:rPr>
            </w:pPr>
            <w:r>
              <w:rPr>
                <w:szCs w:val="24"/>
              </w:rPr>
              <w:t xml:space="preserve">E-post </w:t>
            </w:r>
            <w:hyperlink r:id="rId15" w:history="1">
              <w:r w:rsidR="0020132F" w:rsidRPr="002638B2">
                <w:rPr>
                  <w:rStyle w:val="Hyperlink"/>
                  <w:szCs w:val="24"/>
                </w:rPr>
                <w:t>vaino.sarnet@silpower.ee</w:t>
              </w:r>
            </w:hyperlink>
            <w:r w:rsidR="0020132F">
              <w:rPr>
                <w:szCs w:val="24"/>
              </w:rPr>
              <w:t xml:space="preserve"> </w:t>
            </w:r>
          </w:p>
        </w:tc>
      </w:tr>
      <w:tr w:rsidR="00471A69" w:rsidRPr="00A60946" w14:paraId="4D9F911E" w14:textId="77777777" w:rsidTr="0020132F">
        <w:tblPrEx>
          <w:tblLook w:val="0000" w:firstRow="0" w:lastRow="0" w:firstColumn="0" w:lastColumn="0" w:noHBand="0" w:noVBand="0"/>
        </w:tblPrEx>
        <w:tc>
          <w:tcPr>
            <w:tcW w:w="10029" w:type="dxa"/>
            <w:gridSpan w:val="3"/>
          </w:tcPr>
          <w:p w14:paraId="2A4C5682" w14:textId="23477747" w:rsidR="00471A69" w:rsidRPr="00A60946" w:rsidRDefault="00471A69" w:rsidP="00002ED5">
            <w:pPr>
              <w:rPr>
                <w:bCs/>
                <w:szCs w:val="24"/>
              </w:rPr>
            </w:pPr>
            <w:r w:rsidRPr="00A60946">
              <w:rPr>
                <w:bCs/>
                <w:szCs w:val="24"/>
              </w:rPr>
              <w:t xml:space="preserve">Esindusõigus tuleneb (volitamise alus): </w:t>
            </w:r>
            <w:r w:rsidR="0020132F" w:rsidRPr="0020132F">
              <w:rPr>
                <w:szCs w:val="24"/>
              </w:rPr>
              <w:t>Ettevõtte põhikiri</w:t>
            </w:r>
          </w:p>
        </w:tc>
      </w:tr>
      <w:bookmarkEnd w:id="6"/>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6"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7" w:history="1">
        <w:r w:rsidRPr="00C63431">
          <w:rPr>
            <w:rStyle w:val="Hyperlink"/>
            <w:szCs w:val="24"/>
          </w:rPr>
          <w:t>www.rmk.ee</w:t>
        </w:r>
      </w:hyperlink>
      <w:r w:rsidRPr="00C63431">
        <w:rPr>
          <w:szCs w:val="24"/>
        </w:rPr>
        <w:t xml:space="preserve"> </w:t>
      </w:r>
    </w:p>
    <w:p w14:paraId="1C8DE144" w14:textId="0C00DBDF" w:rsidR="00C63431" w:rsidRDefault="006E0604" w:rsidP="0020132F">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20132F" w:rsidRPr="0020132F">
        <w:rPr>
          <w:bCs/>
          <w:szCs w:val="24"/>
        </w:rPr>
        <w:t xml:space="preserve">AS Silpower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20132F" w:rsidRPr="0020132F">
        <w:rPr>
          <w:bCs/>
          <w:szCs w:val="24"/>
        </w:rPr>
        <w:t xml:space="preserve">AS Silpower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lastRenderedPageBreak/>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5BF882B1"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DA1ABF">
        <w:rPr>
          <w:noProof/>
          <w:color w:val="000000"/>
          <w:szCs w:val="24"/>
        </w:rPr>
        <w:t xml:space="preserve">Sillamäe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lastRenderedPageBreak/>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8"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w:t>
      </w:r>
      <w:r w:rsidRPr="00471A69">
        <w:rPr>
          <w:szCs w:val="24"/>
        </w:rPr>
        <w:lastRenderedPageBreak/>
        <w:t xml:space="preserve">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497B90CB" w:rsidR="00471A69" w:rsidRPr="00471A69" w:rsidRDefault="00BF69FB" w:rsidP="00471A69">
            <w:pPr>
              <w:rPr>
                <w:szCs w:val="24"/>
              </w:rPr>
            </w:pPr>
            <w:r w:rsidRPr="00BF69FB">
              <w:rPr>
                <w:szCs w:val="24"/>
              </w:rPr>
              <w:t>30 (kolmkümmend) Päeva</w:t>
            </w:r>
          </w:p>
        </w:tc>
        <w:tc>
          <w:tcPr>
            <w:tcW w:w="4819" w:type="dxa"/>
          </w:tcPr>
          <w:p w14:paraId="2B3FB8BF" w14:textId="480060E3" w:rsidR="00471A69" w:rsidRPr="00471A69" w:rsidRDefault="009233DD" w:rsidP="00471A69">
            <w:pPr>
              <w:rPr>
                <w:szCs w:val="24"/>
              </w:rPr>
            </w:pPr>
            <w:r w:rsidRPr="009233DD">
              <w:rPr>
                <w:szCs w:val="24"/>
              </w:rPr>
              <w:t>Maksetähtajale vastava metsamaterjali koguse maksumus koos käibemaksuga, millele on lisatud 0,5 kordne ühe kuu metsamaterjali koguse maksumus koos käibemaksuga</w:t>
            </w:r>
          </w:p>
        </w:tc>
      </w:tr>
    </w:tbl>
    <w:p w14:paraId="410A0F09" w14:textId="77777777" w:rsidR="00E4352A" w:rsidRPr="00471A69" w:rsidRDefault="00E4352A" w:rsidP="00B92CDD">
      <w:pPr>
        <w:rPr>
          <w:szCs w:val="24"/>
        </w:rPr>
      </w:pPr>
    </w:p>
    <w:p w14:paraId="0AB4E1F2" w14:textId="4B25A737"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9" w:history="1">
        <w:r w:rsidR="00993B9C" w:rsidRPr="00BE1399">
          <w:rPr>
            <w:rStyle w:val="Hyperlink"/>
          </w:rPr>
          <w:t>silpower@finbite.ee</w:t>
        </w:r>
      </w:hyperlink>
      <w:r w:rsidR="00993B9C">
        <w:t xml:space="preserve"> </w:t>
      </w:r>
      <w:bookmarkStart w:id="7" w:name="_GoBack"/>
      <w:bookmarkEnd w:id="7"/>
    </w:p>
    <w:p w14:paraId="584CB1EA" w14:textId="77777777" w:rsidR="006E0604" w:rsidRPr="00471A69" w:rsidRDefault="00674200" w:rsidP="00B92CDD">
      <w:pPr>
        <w:rPr>
          <w:szCs w:val="24"/>
        </w:rPr>
      </w:pPr>
      <w:r w:rsidRPr="00471A69">
        <w:rPr>
          <w:szCs w:val="24"/>
        </w:rPr>
        <w:lastRenderedPageBreak/>
        <w:t>Arved esitatakse m</w:t>
      </w:r>
      <w:r w:rsidR="00500AE0" w:rsidRPr="00471A69">
        <w:rPr>
          <w:szCs w:val="24"/>
        </w:rPr>
        <w:t>õõtmisraportite alusel hiljemalt üks kord nädalas.</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564"/>
        <w:gridCol w:w="4018"/>
      </w:tblGrid>
      <w:tr w:rsidR="00923C7A" w:rsidRPr="00683F6D" w14:paraId="07BA9199" w14:textId="77777777" w:rsidTr="000339AD">
        <w:tc>
          <w:tcPr>
            <w:tcW w:w="1175" w:type="pct"/>
            <w:shd w:val="clear" w:color="auto" w:fill="auto"/>
          </w:tcPr>
          <w:p w14:paraId="5C36DA43" w14:textId="77777777" w:rsidR="00923C7A" w:rsidRPr="00683F6D" w:rsidRDefault="00923C7A" w:rsidP="00002ED5">
            <w:pPr>
              <w:shd w:val="clear" w:color="auto" w:fill="FFFFFF" w:themeFill="background1"/>
              <w:jc w:val="both"/>
              <w:rPr>
                <w:szCs w:val="24"/>
              </w:rPr>
            </w:pPr>
            <w:r w:rsidRPr="00683F6D">
              <w:rPr>
                <w:szCs w:val="24"/>
              </w:rPr>
              <w:t>Nimi</w:t>
            </w:r>
          </w:p>
        </w:tc>
        <w:tc>
          <w:tcPr>
            <w:tcW w:w="1798" w:type="pct"/>
            <w:shd w:val="clear" w:color="auto" w:fill="auto"/>
          </w:tcPr>
          <w:p w14:paraId="64A44FDB" w14:textId="77777777" w:rsidR="00923C7A" w:rsidRPr="00683F6D" w:rsidRDefault="00923C7A" w:rsidP="00002ED5">
            <w:pPr>
              <w:shd w:val="clear" w:color="auto" w:fill="FFFFFF" w:themeFill="background1"/>
              <w:jc w:val="both"/>
              <w:rPr>
                <w:szCs w:val="24"/>
              </w:rPr>
            </w:pPr>
            <w:r w:rsidRPr="00683F6D">
              <w:rPr>
                <w:szCs w:val="24"/>
              </w:rPr>
              <w:t>Telefon</w:t>
            </w:r>
          </w:p>
        </w:tc>
        <w:tc>
          <w:tcPr>
            <w:tcW w:w="2027" w:type="pct"/>
            <w:shd w:val="clear" w:color="auto" w:fill="auto"/>
          </w:tcPr>
          <w:p w14:paraId="0E98672B" w14:textId="77777777" w:rsidR="00923C7A" w:rsidRPr="00683F6D" w:rsidRDefault="00923C7A" w:rsidP="00002ED5">
            <w:pPr>
              <w:shd w:val="clear" w:color="auto" w:fill="FFFFFF" w:themeFill="background1"/>
              <w:jc w:val="both"/>
              <w:rPr>
                <w:szCs w:val="24"/>
              </w:rPr>
            </w:pPr>
            <w:r w:rsidRPr="00683F6D">
              <w:rPr>
                <w:szCs w:val="24"/>
              </w:rPr>
              <w:t>e-post</w:t>
            </w:r>
          </w:p>
        </w:tc>
      </w:tr>
      <w:tr w:rsidR="00923C7A" w:rsidRPr="00683F6D" w14:paraId="78E0F25A" w14:textId="77777777" w:rsidTr="000339AD">
        <w:tc>
          <w:tcPr>
            <w:tcW w:w="1175" w:type="pct"/>
            <w:shd w:val="clear" w:color="auto" w:fill="auto"/>
          </w:tcPr>
          <w:p w14:paraId="1B705E2B" w14:textId="3453F258" w:rsidR="00923C7A" w:rsidRPr="00683F6D" w:rsidRDefault="00923C7A" w:rsidP="00923C7A">
            <w:pPr>
              <w:shd w:val="clear" w:color="auto" w:fill="FFFFFF" w:themeFill="background1"/>
              <w:jc w:val="both"/>
              <w:rPr>
                <w:szCs w:val="24"/>
              </w:rPr>
            </w:pPr>
            <w:r w:rsidRPr="00923C7A">
              <w:rPr>
                <w:spacing w:val="0"/>
                <w:szCs w:val="24"/>
                <w:lang w:val="en-AU"/>
              </w:rPr>
              <w:t>Eve Merbach</w:t>
            </w:r>
          </w:p>
        </w:tc>
        <w:tc>
          <w:tcPr>
            <w:tcW w:w="1798" w:type="pct"/>
            <w:shd w:val="clear" w:color="auto" w:fill="auto"/>
          </w:tcPr>
          <w:p w14:paraId="6FF6D824" w14:textId="07FD020F" w:rsidR="00923C7A" w:rsidRPr="00683F6D" w:rsidRDefault="00923C7A" w:rsidP="00923C7A">
            <w:pPr>
              <w:shd w:val="clear" w:color="auto" w:fill="FFFFFF" w:themeFill="background1"/>
              <w:jc w:val="both"/>
              <w:rPr>
                <w:szCs w:val="24"/>
              </w:rPr>
            </w:pPr>
            <w:r w:rsidRPr="009A3F85">
              <w:t>676 7951</w:t>
            </w:r>
          </w:p>
        </w:tc>
        <w:tc>
          <w:tcPr>
            <w:tcW w:w="2027" w:type="pct"/>
            <w:shd w:val="clear" w:color="auto" w:fill="auto"/>
          </w:tcPr>
          <w:p w14:paraId="6BCED57C" w14:textId="2113C85F" w:rsidR="00923C7A" w:rsidRPr="00683F6D" w:rsidRDefault="00993B9C" w:rsidP="00923C7A">
            <w:pPr>
              <w:shd w:val="clear" w:color="auto" w:fill="FFFFFF" w:themeFill="background1"/>
              <w:jc w:val="both"/>
              <w:rPr>
                <w:color w:val="0000FF"/>
                <w:szCs w:val="24"/>
              </w:rPr>
            </w:pPr>
            <w:hyperlink r:id="rId20" w:history="1">
              <w:r w:rsidR="00923C7A" w:rsidRPr="002638B2">
                <w:rPr>
                  <w:rStyle w:val="Hyperlink"/>
                </w:rPr>
                <w:t>aktid.kirde@rmk.ee</w:t>
              </w:r>
            </w:hyperlink>
            <w:r w:rsidR="00923C7A">
              <w:t xml:space="preserve"> </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Pr="00683F6D">
        <w:rPr>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3772"/>
        <w:gridCol w:w="3962"/>
      </w:tblGrid>
      <w:tr w:rsidR="00923C7A" w:rsidRPr="00683F6D" w14:paraId="7FEF26BC" w14:textId="77777777" w:rsidTr="000339AD">
        <w:tc>
          <w:tcPr>
            <w:tcW w:w="1098" w:type="pct"/>
            <w:shd w:val="clear" w:color="auto" w:fill="auto"/>
          </w:tcPr>
          <w:p w14:paraId="67B882C1" w14:textId="77777777" w:rsidR="00923C7A" w:rsidRPr="00683F6D" w:rsidRDefault="00923C7A" w:rsidP="00002ED5">
            <w:pPr>
              <w:shd w:val="clear" w:color="auto" w:fill="FFFFFF" w:themeFill="background1"/>
              <w:jc w:val="both"/>
              <w:rPr>
                <w:szCs w:val="24"/>
              </w:rPr>
            </w:pPr>
            <w:r w:rsidRPr="00683F6D">
              <w:rPr>
                <w:szCs w:val="24"/>
              </w:rPr>
              <w:t>Nimi</w:t>
            </w:r>
          </w:p>
        </w:tc>
        <w:tc>
          <w:tcPr>
            <w:tcW w:w="1903" w:type="pct"/>
            <w:shd w:val="clear" w:color="auto" w:fill="auto"/>
          </w:tcPr>
          <w:p w14:paraId="53F813DA" w14:textId="77777777" w:rsidR="00923C7A" w:rsidRPr="00683F6D" w:rsidRDefault="00923C7A" w:rsidP="00002ED5">
            <w:pPr>
              <w:shd w:val="clear" w:color="auto" w:fill="FFFFFF" w:themeFill="background1"/>
              <w:jc w:val="both"/>
              <w:rPr>
                <w:szCs w:val="24"/>
              </w:rPr>
            </w:pPr>
            <w:r w:rsidRPr="00683F6D">
              <w:rPr>
                <w:szCs w:val="24"/>
              </w:rPr>
              <w:t>Telefon</w:t>
            </w:r>
          </w:p>
        </w:tc>
        <w:tc>
          <w:tcPr>
            <w:tcW w:w="1999" w:type="pct"/>
            <w:shd w:val="clear" w:color="auto" w:fill="auto"/>
          </w:tcPr>
          <w:p w14:paraId="6F1E7EB0" w14:textId="77777777" w:rsidR="00923C7A" w:rsidRPr="00683F6D" w:rsidRDefault="00923C7A" w:rsidP="00002ED5">
            <w:pPr>
              <w:shd w:val="clear" w:color="auto" w:fill="FFFFFF" w:themeFill="background1"/>
              <w:jc w:val="both"/>
              <w:rPr>
                <w:szCs w:val="24"/>
              </w:rPr>
            </w:pPr>
            <w:r w:rsidRPr="00683F6D">
              <w:rPr>
                <w:szCs w:val="24"/>
              </w:rPr>
              <w:t>e-post</w:t>
            </w:r>
          </w:p>
        </w:tc>
      </w:tr>
      <w:tr w:rsidR="00923C7A" w:rsidRPr="00683F6D" w14:paraId="4B61B2E6" w14:textId="77777777" w:rsidTr="000339AD">
        <w:tc>
          <w:tcPr>
            <w:tcW w:w="1098" w:type="pct"/>
            <w:shd w:val="clear" w:color="auto" w:fill="auto"/>
          </w:tcPr>
          <w:p w14:paraId="14AE03CB" w14:textId="39EE37EA" w:rsidR="00923C7A" w:rsidRPr="00683F6D" w:rsidRDefault="00923C7A" w:rsidP="00923C7A">
            <w:pPr>
              <w:shd w:val="clear" w:color="auto" w:fill="FFFFFF" w:themeFill="background1"/>
              <w:jc w:val="both"/>
              <w:rPr>
                <w:szCs w:val="24"/>
              </w:rPr>
            </w:pPr>
            <w:proofErr w:type="spellStart"/>
            <w:r w:rsidRPr="00923C7A">
              <w:rPr>
                <w:spacing w:val="0"/>
                <w:szCs w:val="24"/>
                <w:lang w:val="en-AU"/>
              </w:rPr>
              <w:t>Raissa</w:t>
            </w:r>
            <w:proofErr w:type="spellEnd"/>
            <w:r w:rsidRPr="00923C7A">
              <w:rPr>
                <w:spacing w:val="0"/>
                <w:szCs w:val="24"/>
                <w:lang w:val="en-AU"/>
              </w:rPr>
              <w:t xml:space="preserve"> </w:t>
            </w:r>
            <w:proofErr w:type="spellStart"/>
            <w:r w:rsidRPr="00923C7A">
              <w:rPr>
                <w:spacing w:val="0"/>
                <w:szCs w:val="24"/>
                <w:lang w:val="en-AU"/>
              </w:rPr>
              <w:t>Rõbakova</w:t>
            </w:r>
            <w:proofErr w:type="spellEnd"/>
          </w:p>
        </w:tc>
        <w:tc>
          <w:tcPr>
            <w:tcW w:w="1903" w:type="pct"/>
            <w:shd w:val="clear" w:color="auto" w:fill="auto"/>
          </w:tcPr>
          <w:p w14:paraId="53FCE5B0" w14:textId="7AF130FC" w:rsidR="00923C7A" w:rsidRPr="00683F6D" w:rsidRDefault="00923C7A" w:rsidP="00923C7A">
            <w:pPr>
              <w:shd w:val="clear" w:color="auto" w:fill="FFFFFF" w:themeFill="background1"/>
              <w:jc w:val="both"/>
              <w:rPr>
                <w:szCs w:val="24"/>
              </w:rPr>
            </w:pPr>
            <w:r w:rsidRPr="007870FD">
              <w:t>5103040</w:t>
            </w:r>
          </w:p>
        </w:tc>
        <w:tc>
          <w:tcPr>
            <w:tcW w:w="1999" w:type="pct"/>
            <w:shd w:val="clear" w:color="auto" w:fill="auto"/>
          </w:tcPr>
          <w:p w14:paraId="28046349" w14:textId="08A98F09" w:rsidR="00923C7A" w:rsidRPr="00683F6D" w:rsidRDefault="00993B9C" w:rsidP="00923C7A">
            <w:pPr>
              <w:shd w:val="clear" w:color="auto" w:fill="FFFFFF" w:themeFill="background1"/>
              <w:jc w:val="both"/>
              <w:rPr>
                <w:szCs w:val="24"/>
              </w:rPr>
            </w:pPr>
            <w:hyperlink r:id="rId21" w:history="1">
              <w:r w:rsidR="00923C7A" w:rsidRPr="002638B2">
                <w:rPr>
                  <w:rStyle w:val="Hyperlink"/>
                </w:rPr>
                <w:t>raissa.rybakova@silpower.ee</w:t>
              </w:r>
            </w:hyperlink>
            <w:r w:rsidR="00923C7A">
              <w:t xml:space="preserve"> </w:t>
            </w:r>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3909"/>
        <w:gridCol w:w="3962"/>
      </w:tblGrid>
      <w:tr w:rsidR="00FE3DBF" w:rsidRPr="00683F6D" w14:paraId="6FA0CC7E" w14:textId="77777777" w:rsidTr="005F0E90">
        <w:tc>
          <w:tcPr>
            <w:tcW w:w="1029" w:type="pct"/>
            <w:shd w:val="clear" w:color="auto" w:fill="auto"/>
          </w:tcPr>
          <w:p w14:paraId="1DE47536" w14:textId="77777777" w:rsidR="00FE3DBF" w:rsidRPr="00683F6D" w:rsidRDefault="00FE3DBF" w:rsidP="00002ED5">
            <w:pPr>
              <w:shd w:val="clear" w:color="auto" w:fill="FFFFFF" w:themeFill="background1"/>
              <w:jc w:val="both"/>
              <w:rPr>
                <w:szCs w:val="24"/>
              </w:rPr>
            </w:pPr>
            <w:r w:rsidRPr="00683F6D">
              <w:rPr>
                <w:szCs w:val="24"/>
              </w:rPr>
              <w:t>Nimi</w:t>
            </w:r>
          </w:p>
        </w:tc>
        <w:tc>
          <w:tcPr>
            <w:tcW w:w="1972" w:type="pct"/>
            <w:shd w:val="clear" w:color="auto" w:fill="auto"/>
          </w:tcPr>
          <w:p w14:paraId="7A2CD096" w14:textId="77777777" w:rsidR="00FE3DBF" w:rsidRPr="00683F6D" w:rsidRDefault="00FE3DBF" w:rsidP="00002ED5">
            <w:pPr>
              <w:shd w:val="clear" w:color="auto" w:fill="FFFFFF" w:themeFill="background1"/>
              <w:jc w:val="both"/>
              <w:rPr>
                <w:szCs w:val="24"/>
              </w:rPr>
            </w:pPr>
            <w:r w:rsidRPr="00683F6D">
              <w:rPr>
                <w:szCs w:val="24"/>
              </w:rPr>
              <w:t>Telefon</w:t>
            </w:r>
          </w:p>
        </w:tc>
        <w:tc>
          <w:tcPr>
            <w:tcW w:w="1999" w:type="pct"/>
            <w:shd w:val="clear" w:color="auto" w:fill="auto"/>
          </w:tcPr>
          <w:p w14:paraId="244B163C" w14:textId="77777777" w:rsidR="00FE3DBF" w:rsidRPr="00683F6D" w:rsidRDefault="00FE3DBF" w:rsidP="00002ED5">
            <w:pPr>
              <w:shd w:val="clear" w:color="auto" w:fill="FFFFFF" w:themeFill="background1"/>
              <w:jc w:val="both"/>
              <w:rPr>
                <w:szCs w:val="24"/>
              </w:rPr>
            </w:pPr>
            <w:r w:rsidRPr="00683F6D">
              <w:rPr>
                <w:szCs w:val="24"/>
              </w:rPr>
              <w:t>e-post</w:t>
            </w:r>
          </w:p>
        </w:tc>
      </w:tr>
      <w:tr w:rsidR="00FE3DBF" w:rsidRPr="00683F6D" w14:paraId="69338E52" w14:textId="77777777" w:rsidTr="005F0E90">
        <w:tc>
          <w:tcPr>
            <w:tcW w:w="1029" w:type="pct"/>
            <w:shd w:val="clear" w:color="auto" w:fill="auto"/>
          </w:tcPr>
          <w:p w14:paraId="06D1EFAB" w14:textId="1370870B" w:rsidR="00FE3DBF" w:rsidRPr="00683F6D" w:rsidRDefault="00FE3DBF" w:rsidP="00FE3DBF">
            <w:pPr>
              <w:shd w:val="clear" w:color="auto" w:fill="FFFFFF" w:themeFill="background1"/>
              <w:jc w:val="both"/>
              <w:rPr>
                <w:szCs w:val="24"/>
              </w:rPr>
            </w:pPr>
            <w:r w:rsidRPr="00FE3DBF">
              <w:rPr>
                <w:spacing w:val="0"/>
                <w:szCs w:val="24"/>
                <w:lang w:val="en-AU"/>
              </w:rPr>
              <w:t>Kristi Tint</w:t>
            </w:r>
          </w:p>
        </w:tc>
        <w:tc>
          <w:tcPr>
            <w:tcW w:w="1972" w:type="pct"/>
            <w:shd w:val="clear" w:color="auto" w:fill="auto"/>
          </w:tcPr>
          <w:p w14:paraId="5233870C" w14:textId="4EC28924" w:rsidR="00FE3DBF" w:rsidRPr="00683F6D" w:rsidRDefault="00FE3DBF" w:rsidP="00FE3DBF">
            <w:pPr>
              <w:shd w:val="clear" w:color="auto" w:fill="FFFFFF" w:themeFill="background1"/>
              <w:jc w:val="both"/>
              <w:rPr>
                <w:szCs w:val="24"/>
              </w:rPr>
            </w:pPr>
            <w:r w:rsidRPr="001F6EC0">
              <w:t>5103040</w:t>
            </w:r>
          </w:p>
        </w:tc>
        <w:tc>
          <w:tcPr>
            <w:tcW w:w="1999" w:type="pct"/>
            <w:shd w:val="clear" w:color="auto" w:fill="auto"/>
          </w:tcPr>
          <w:p w14:paraId="1DD0AAC2" w14:textId="305373DD" w:rsidR="00FE3DBF" w:rsidRPr="00683F6D" w:rsidRDefault="00993B9C" w:rsidP="00FE3DBF">
            <w:pPr>
              <w:shd w:val="clear" w:color="auto" w:fill="FFFFFF" w:themeFill="background1"/>
              <w:jc w:val="both"/>
              <w:rPr>
                <w:szCs w:val="24"/>
              </w:rPr>
            </w:pPr>
            <w:hyperlink r:id="rId22" w:history="1">
              <w:r w:rsidR="00FE3DBF" w:rsidRPr="002638B2">
                <w:rPr>
                  <w:rStyle w:val="Hyperlink"/>
                </w:rPr>
                <w:t>kristi.tint@silpower.ee</w:t>
              </w:r>
            </w:hyperlink>
            <w:r w:rsidR="00FE3DBF">
              <w:t xml:space="preserve"> </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3290"/>
        <w:gridCol w:w="3962"/>
      </w:tblGrid>
      <w:tr w:rsidR="001D5F9D" w:rsidRPr="00471A69" w14:paraId="5C410CB9" w14:textId="77777777" w:rsidTr="000339AD">
        <w:tc>
          <w:tcPr>
            <w:tcW w:w="1341" w:type="pct"/>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660" w:type="pct"/>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1999" w:type="pct"/>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FE3DBF" w:rsidRPr="00471A69" w14:paraId="25A0FB8A" w14:textId="77777777" w:rsidTr="000339AD">
        <w:tc>
          <w:tcPr>
            <w:tcW w:w="1341" w:type="pct"/>
            <w:shd w:val="clear" w:color="auto" w:fill="auto"/>
          </w:tcPr>
          <w:p w14:paraId="4691FC9C" w14:textId="3E34680F" w:rsidR="00FE3DBF" w:rsidRPr="00471A69" w:rsidRDefault="00FE3DBF" w:rsidP="00FE3DBF">
            <w:pPr>
              <w:shd w:val="clear" w:color="auto" w:fill="FFFFFF" w:themeFill="background1"/>
              <w:jc w:val="both"/>
              <w:rPr>
                <w:szCs w:val="24"/>
              </w:rPr>
            </w:pPr>
            <w:r w:rsidRPr="008821D6">
              <w:t>Raul Orgla</w:t>
            </w:r>
          </w:p>
        </w:tc>
        <w:tc>
          <w:tcPr>
            <w:tcW w:w="1660" w:type="pct"/>
            <w:shd w:val="clear" w:color="auto" w:fill="auto"/>
          </w:tcPr>
          <w:p w14:paraId="6994B99F" w14:textId="4CBEEAFC" w:rsidR="00FE3DBF" w:rsidRPr="00471A69" w:rsidRDefault="00FE3DBF" w:rsidP="00FE3DBF">
            <w:pPr>
              <w:shd w:val="clear" w:color="auto" w:fill="FFFFFF" w:themeFill="background1"/>
              <w:jc w:val="both"/>
              <w:rPr>
                <w:szCs w:val="24"/>
              </w:rPr>
            </w:pPr>
            <w:r w:rsidRPr="008821D6">
              <w:t>5051441</w:t>
            </w:r>
          </w:p>
        </w:tc>
        <w:tc>
          <w:tcPr>
            <w:tcW w:w="1999" w:type="pct"/>
            <w:shd w:val="clear" w:color="auto" w:fill="auto"/>
          </w:tcPr>
          <w:p w14:paraId="09A1F782" w14:textId="3DF2EE36" w:rsidR="00FE3DBF" w:rsidRPr="00471A69" w:rsidRDefault="00993B9C" w:rsidP="00FE3DBF">
            <w:pPr>
              <w:shd w:val="clear" w:color="auto" w:fill="FFFFFF" w:themeFill="background1"/>
              <w:jc w:val="both"/>
              <w:rPr>
                <w:color w:val="0000FF"/>
                <w:szCs w:val="24"/>
              </w:rPr>
            </w:pPr>
            <w:hyperlink r:id="rId23" w:history="1">
              <w:r w:rsidR="00FE3DBF" w:rsidRPr="002638B2">
                <w:rPr>
                  <w:rStyle w:val="Hyperlink"/>
                </w:rPr>
                <w:t>raul.orgla@rmk.ee</w:t>
              </w:r>
            </w:hyperlink>
            <w:r w:rsidR="00FE3DBF">
              <w:t xml:space="preserv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4"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56649C6B"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CE0974">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lastRenderedPageBreak/>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993B9C"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993B9C"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08FB812D" w:rsidR="000A61BB" w:rsidRPr="00366BEF" w:rsidRDefault="00CE0974" w:rsidP="00002ED5">
            <w:pPr>
              <w:tabs>
                <w:tab w:val="left" w:pos="4320"/>
              </w:tabs>
              <w:rPr>
                <w:spacing w:val="0"/>
                <w:szCs w:val="24"/>
              </w:rPr>
            </w:pPr>
            <w:r>
              <w:rPr>
                <w:spacing w:val="0"/>
                <w:szCs w:val="24"/>
                <w:lang w:val="en-AU"/>
              </w:rPr>
              <w:t>Mart Enel</w:t>
            </w:r>
          </w:p>
        </w:tc>
        <w:tc>
          <w:tcPr>
            <w:tcW w:w="3474" w:type="dxa"/>
            <w:vAlign w:val="bottom"/>
          </w:tcPr>
          <w:p w14:paraId="25074C6A" w14:textId="7EAE1E5D" w:rsidR="000A61BB" w:rsidRPr="00366BEF" w:rsidRDefault="00CE0974" w:rsidP="00002ED5">
            <w:pPr>
              <w:tabs>
                <w:tab w:val="left" w:pos="4320"/>
              </w:tabs>
              <w:rPr>
                <w:spacing w:val="0"/>
                <w:szCs w:val="24"/>
              </w:rPr>
            </w:pPr>
            <w:r>
              <w:rPr>
                <w:spacing w:val="0"/>
                <w:szCs w:val="24"/>
                <w:lang w:val="en-AU"/>
              </w:rPr>
              <w:t xml:space="preserve">Väino </w:t>
            </w:r>
            <w:proofErr w:type="spellStart"/>
            <w:r>
              <w:rPr>
                <w:spacing w:val="0"/>
                <w:szCs w:val="24"/>
                <w:lang w:val="en-AU"/>
              </w:rPr>
              <w:t>Sarnet</w:t>
            </w:r>
            <w:proofErr w:type="spellEnd"/>
          </w:p>
        </w:tc>
      </w:tr>
    </w:tbl>
    <w:p w14:paraId="57EBF41E" w14:textId="77777777" w:rsidR="000A61BB" w:rsidRPr="000A61BB" w:rsidRDefault="000A61BB" w:rsidP="00EC304C">
      <w:pPr>
        <w:rPr>
          <w:szCs w:val="24"/>
        </w:rPr>
      </w:pPr>
    </w:p>
    <w:p w14:paraId="0F87EAF0" w14:textId="79E6E514" w:rsidR="000A61BB" w:rsidRPr="00683F6D" w:rsidRDefault="000A61BB" w:rsidP="00683F6D">
      <w:pPr>
        <w:ind w:left="5440" w:firstLine="680"/>
        <w:rPr>
          <w:bCs/>
          <w:sz w:val="20"/>
        </w:rPr>
      </w:pPr>
      <w:bookmarkStart w:id="8" w:name="OLE_LINK2"/>
    </w:p>
    <w:bookmarkEnd w:id="8"/>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648E2" w14:textId="77777777" w:rsidR="007A083E" w:rsidRDefault="007A083E">
      <w:r>
        <w:separator/>
      </w:r>
    </w:p>
  </w:endnote>
  <w:endnote w:type="continuationSeparator" w:id="0">
    <w:p w14:paraId="201541F2" w14:textId="77777777" w:rsidR="007A083E" w:rsidRDefault="007A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B6FEE" w14:textId="77777777" w:rsidR="007A083E" w:rsidRDefault="007A083E">
      <w:r>
        <w:separator/>
      </w:r>
    </w:p>
  </w:footnote>
  <w:footnote w:type="continuationSeparator" w:id="0">
    <w:p w14:paraId="6B75832C" w14:textId="77777777" w:rsidR="007A083E" w:rsidRDefault="007A0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39AD"/>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132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091"/>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0E90"/>
    <w:rsid w:val="005F26E8"/>
    <w:rsid w:val="005F274A"/>
    <w:rsid w:val="005F3410"/>
    <w:rsid w:val="005F437D"/>
    <w:rsid w:val="005F4473"/>
    <w:rsid w:val="005F6A15"/>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7738D"/>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2A5C"/>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083E"/>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33DD"/>
    <w:rsid w:val="00923C7A"/>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3B9C"/>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56D22"/>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BF69FB"/>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1858"/>
    <w:rsid w:val="00CA5BDA"/>
    <w:rsid w:val="00CA7865"/>
    <w:rsid w:val="00CB08DF"/>
    <w:rsid w:val="00CB3023"/>
    <w:rsid w:val="00CB5ECC"/>
    <w:rsid w:val="00CB5ED5"/>
    <w:rsid w:val="00CB6BC1"/>
    <w:rsid w:val="00CC2625"/>
    <w:rsid w:val="00CD39B2"/>
    <w:rsid w:val="00CD5301"/>
    <w:rsid w:val="00CD6E44"/>
    <w:rsid w:val="00CE0974"/>
    <w:rsid w:val="00CE500A"/>
    <w:rsid w:val="00CE5942"/>
    <w:rsid w:val="00D01231"/>
    <w:rsid w:val="00D0140C"/>
    <w:rsid w:val="00D0267E"/>
    <w:rsid w:val="00D02CE6"/>
    <w:rsid w:val="00D07402"/>
    <w:rsid w:val="00D136D7"/>
    <w:rsid w:val="00D15DF8"/>
    <w:rsid w:val="00D1703E"/>
    <w:rsid w:val="00D205C6"/>
    <w:rsid w:val="00D20B0F"/>
    <w:rsid w:val="00D21AE4"/>
    <w:rsid w:val="00D21EA4"/>
    <w:rsid w:val="00D24A3E"/>
    <w:rsid w:val="00D25C6B"/>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1ABF"/>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3DBF"/>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enel@rmk.ee" TargetMode="External"/><Relationship Id="rId18" Type="http://schemas.openxmlformats.org/officeDocument/2006/relationships/hyperlink" Target="http://www.rmk.ee"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raissa.rybakova@silpower.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metlikudteadaanded.ee" TargetMode="External"/><Relationship Id="rId20" Type="http://schemas.openxmlformats.org/officeDocument/2006/relationships/hyperlink" Target="mailto:aktid.kirde@rmk.ee"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vaino.sarnet@silpower.ee" TargetMode="External"/><Relationship Id="rId23" Type="http://schemas.openxmlformats.org/officeDocument/2006/relationships/hyperlink" Target="mailto:raul.orgla@rmk.ee" TargetMode="Externa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silpower@finbite.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risti.tint@silpower.ee" TargetMode="External"/><Relationship Id="rId22" Type="http://schemas.openxmlformats.org/officeDocument/2006/relationships/hyperlink" Target="mailto:kristi.tint@silpower.e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D67203"/>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315B1-A41D-400E-93AE-8DF4BA84F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30</TotalTime>
  <Pages>6</Pages>
  <Words>1555</Words>
  <Characters>12577</Characters>
  <Application>Microsoft Office Word</Application>
  <DocSecurity>0</DocSecurity>
  <Lines>104</Lines>
  <Paragraphs>28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12</cp:revision>
  <cp:lastPrinted>2008-07-14T13:18:00Z</cp:lastPrinted>
  <dcterms:created xsi:type="dcterms:W3CDTF">2023-01-23T07:15:00Z</dcterms:created>
  <dcterms:modified xsi:type="dcterms:W3CDTF">2023-01-23T08:32:00Z</dcterms:modified>
</cp:coreProperties>
</file>